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76F12E1F-CEE0-4A26-935C-53C6A1E9061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